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54429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54429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2D2965" w:rsidRPr="002D296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12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2D2965" w:rsidRPr="002D296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Ο2.Ε99 Σαρωτής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2D2965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DF25B3" w:rsidRDefault="002D2965" w:rsidP="002D296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Οπτική Ανάλυση Έως 600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  <w:proofErr w:type="spellEnd"/>
          </w:p>
        </w:tc>
        <w:tc>
          <w:tcPr>
            <w:tcW w:w="1441" w:type="dxa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D2965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FE320D" w:rsidRDefault="002D2965" w:rsidP="002D296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Μέγιστη ταχύτητα σάρωσης εγγράφου 25 Σελίδες/λεπτό</w:t>
            </w:r>
          </w:p>
        </w:tc>
        <w:tc>
          <w:tcPr>
            <w:tcW w:w="1441" w:type="dxa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D296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FE320D" w:rsidRDefault="002D2965" w:rsidP="002D296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Μέγιστο μέγεθος εγγράφου 210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297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</w:p>
        </w:tc>
        <w:tc>
          <w:tcPr>
            <w:tcW w:w="1441" w:type="dxa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D2965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DF25B3" w:rsidRDefault="002D2965" w:rsidP="002D296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Ελάχιστο μέγεθος εγγράφου ADF 89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x 127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Horizontal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x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Vertical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) .</w:t>
            </w:r>
          </w:p>
        </w:tc>
        <w:tc>
          <w:tcPr>
            <w:tcW w:w="1441" w:type="dxa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D296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5019CC" w:rsidRDefault="002D2965" w:rsidP="002D2965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Τύποι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μέσων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A4 (21.0x29.7 cm), A5 (14.8x21.0 cm), A6 (10.5x14.8 cm), B5 (17.6x25.7 cm), Letter, Letter Legal.</w:t>
            </w:r>
          </w:p>
        </w:tc>
        <w:tc>
          <w:tcPr>
            <w:tcW w:w="1441" w:type="dxa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D296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5019CC" w:rsidRDefault="002D2965" w:rsidP="002D2965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Βάθος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χρώματος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Input: 30 Bits Color / 10 Bits Monochrome , Output: 24 Bits Color / 8 Bits Monochrome.</w:t>
            </w:r>
          </w:p>
        </w:tc>
        <w:tc>
          <w:tcPr>
            <w:tcW w:w="1441" w:type="dxa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D2965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DF25B3" w:rsidRDefault="002D2965" w:rsidP="002D296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Χωρητικότητα χαρτιού 50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Sheets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.</w:t>
            </w:r>
          </w:p>
        </w:tc>
        <w:tc>
          <w:tcPr>
            <w:tcW w:w="1441" w:type="dxa"/>
          </w:tcPr>
          <w:p w:rsidR="002D2965" w:rsidRPr="00EF62A6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D2965" w:rsidRPr="00EF62A6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D2965" w:rsidRPr="00EF62A6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2D296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DF25B3" w:rsidRDefault="002D2965" w:rsidP="002D296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Ημερήσιος κύκλος εργασιών 1,500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pages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.</w:t>
            </w:r>
          </w:p>
        </w:tc>
        <w:tc>
          <w:tcPr>
            <w:tcW w:w="1441" w:type="dxa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D296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D2965" w:rsidRPr="00C60E4A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5019CC" w:rsidRDefault="002D2965" w:rsidP="002D2965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Τύποι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αρχείων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εξόδου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BMP, JPEG, TIFF, multi-TIFF, PDF, PDF / batch, searchable PDF, secure PDF, PDF/A</w:t>
            </w:r>
          </w:p>
        </w:tc>
        <w:tc>
          <w:tcPr>
            <w:tcW w:w="1441" w:type="dxa"/>
          </w:tcPr>
          <w:p w:rsidR="002D2965" w:rsidRDefault="002D2965" w:rsidP="002D2965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D296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D2965" w:rsidRPr="00C60E4A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DF25B3" w:rsidRDefault="002D2965" w:rsidP="002D296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Διασύνδεση USB 3.0.</w:t>
            </w:r>
          </w:p>
        </w:tc>
        <w:tc>
          <w:tcPr>
            <w:tcW w:w="1441" w:type="dxa"/>
          </w:tcPr>
          <w:p w:rsidR="002D2965" w:rsidRDefault="002D2965" w:rsidP="002D2965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D296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D2965" w:rsidRPr="00C60E4A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5019CC" w:rsidRDefault="002D2965" w:rsidP="002D2965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Επίπεδο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θορύβου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Operation: 55 dB (A) .</w:t>
            </w:r>
          </w:p>
        </w:tc>
        <w:tc>
          <w:tcPr>
            <w:tcW w:w="1441" w:type="dxa"/>
          </w:tcPr>
          <w:p w:rsidR="002D2965" w:rsidRDefault="002D2965" w:rsidP="002D2965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D296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D2965" w:rsidRPr="00C60E4A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DF25B3" w:rsidRDefault="002D2965" w:rsidP="002D296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Διαστάσεις 451? x 315 x 120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.</w:t>
            </w:r>
          </w:p>
        </w:tc>
        <w:tc>
          <w:tcPr>
            <w:tcW w:w="1441" w:type="dxa"/>
          </w:tcPr>
          <w:p w:rsidR="002D2965" w:rsidRDefault="002D2965" w:rsidP="002D2965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D2965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2D2965" w:rsidRPr="00C60E4A" w:rsidRDefault="002D2965" w:rsidP="002D296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2965" w:rsidRPr="00DF25B3" w:rsidRDefault="002D2965" w:rsidP="002D296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Βάρος 3.7Kg</w:t>
            </w:r>
          </w:p>
        </w:tc>
        <w:tc>
          <w:tcPr>
            <w:tcW w:w="1441" w:type="dxa"/>
          </w:tcPr>
          <w:p w:rsidR="002D2965" w:rsidRDefault="002D2965" w:rsidP="002D2965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2D2965" w:rsidRPr="00DF25B3" w:rsidRDefault="002D2965" w:rsidP="002D296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2D2965"/>
    <w:rsid w:val="00406FB0"/>
    <w:rsid w:val="0054429E"/>
    <w:rsid w:val="00633A63"/>
    <w:rsid w:val="00671793"/>
    <w:rsid w:val="00A40B4A"/>
    <w:rsid w:val="00C60E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1F0D3B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1</TotalTime>
  <Pages>1</Pages>
  <Words>142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2025-09-10T07:17:00Z</dcterms:created>
  <dcterms:modified xsi:type="dcterms:W3CDTF">2025-09-10T08:39:00Z</dcterms:modified>
</cp:coreProperties>
</file>